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64D" w:rsidRDefault="00045590">
      <w:bookmarkStart w:id="0" w:name="_GoBack"/>
      <w:bookmarkEnd w:id="0"/>
      <w:r>
        <w:t>Advisory Meeting – 1/25/11</w:t>
      </w:r>
    </w:p>
    <w:p w:rsidR="00045590" w:rsidRDefault="00045590" w:rsidP="00045590">
      <w:r>
        <w:t xml:space="preserve">Present:  Matt Richardson, Steve </w:t>
      </w:r>
      <w:proofErr w:type="spellStart"/>
      <w:r>
        <w:t>Latka</w:t>
      </w:r>
      <w:proofErr w:type="spellEnd"/>
      <w:r>
        <w:t xml:space="preserve">, Jan </w:t>
      </w:r>
      <w:proofErr w:type="spellStart"/>
      <w:r>
        <w:t>Ortmeier</w:t>
      </w:r>
      <w:proofErr w:type="spellEnd"/>
      <w:r>
        <w:t xml:space="preserve">, Patty </w:t>
      </w:r>
      <w:proofErr w:type="spellStart"/>
      <w:r>
        <w:t>Meiergerd</w:t>
      </w:r>
      <w:proofErr w:type="spellEnd"/>
      <w:r>
        <w:t xml:space="preserve">, Tami </w:t>
      </w:r>
      <w:proofErr w:type="spellStart"/>
      <w:r>
        <w:t>Vering</w:t>
      </w:r>
      <w:proofErr w:type="spellEnd"/>
      <w:r w:rsidR="00A64687">
        <w:t xml:space="preserve">, Denise </w:t>
      </w:r>
      <w:proofErr w:type="spellStart"/>
      <w:r w:rsidR="00A64687">
        <w:t>Baumert</w:t>
      </w:r>
      <w:proofErr w:type="spellEnd"/>
    </w:p>
    <w:p w:rsidR="00045590" w:rsidRDefault="00045590" w:rsidP="00045590">
      <w:r>
        <w:t xml:space="preserve">Matt asked the group to go over their respective handbooks and highlight anything that needs to be changed or clarified for next year.  Bring suggestions to the next meeting.  </w:t>
      </w:r>
    </w:p>
    <w:p w:rsidR="00045590" w:rsidRDefault="00045590" w:rsidP="00045590">
      <w:r>
        <w:t>Some things that were mentioned were:</w:t>
      </w:r>
    </w:p>
    <w:p w:rsidR="00045590" w:rsidRDefault="00045590" w:rsidP="00045590">
      <w:pPr>
        <w:ind w:firstLine="720"/>
      </w:pPr>
      <w:proofErr w:type="gramStart"/>
      <w:r>
        <w:t>eligibility</w:t>
      </w:r>
      <w:proofErr w:type="gramEnd"/>
      <w:r>
        <w:t xml:space="preserve"> policy for 7-12</w:t>
      </w:r>
    </w:p>
    <w:p w:rsidR="00045590" w:rsidRDefault="00045590" w:rsidP="00045590">
      <w:pPr>
        <w:ind w:firstLine="720"/>
      </w:pPr>
      <w:proofErr w:type="gramStart"/>
      <w:r>
        <w:t>time</w:t>
      </w:r>
      <w:proofErr w:type="gramEnd"/>
      <w:r>
        <w:t xml:space="preserve"> at which the doors open for student on cold days – certain temperature?</w:t>
      </w:r>
    </w:p>
    <w:p w:rsidR="00FC4C6E" w:rsidRDefault="00045590" w:rsidP="00045590">
      <w:pPr>
        <w:ind w:firstLine="720"/>
      </w:pPr>
      <w:proofErr w:type="gramStart"/>
      <w:r>
        <w:t>the</w:t>
      </w:r>
      <w:proofErr w:type="gramEnd"/>
      <w:r>
        <w:t xml:space="preserve"> </w:t>
      </w:r>
      <w:r w:rsidR="00FC4C6E">
        <w:t>grading scale at GA and CC</w:t>
      </w:r>
      <w:r>
        <w:t xml:space="preserve"> </w:t>
      </w:r>
    </w:p>
    <w:p w:rsidR="00045590" w:rsidRDefault="00045590" w:rsidP="00045590">
      <w:pPr>
        <w:ind w:firstLine="720"/>
      </w:pPr>
      <w:proofErr w:type="gramStart"/>
      <w:r>
        <w:t>the</w:t>
      </w:r>
      <w:proofErr w:type="gramEnd"/>
      <w:r>
        <w:t xml:space="preserve"> weighting of classes at CC</w:t>
      </w:r>
    </w:p>
    <w:p w:rsidR="00045590" w:rsidRDefault="00045590" w:rsidP="00045590">
      <w:pPr>
        <w:ind w:firstLine="720"/>
      </w:pPr>
      <w:proofErr w:type="gramStart"/>
      <w:r>
        <w:t>adding</w:t>
      </w:r>
      <w:proofErr w:type="gramEnd"/>
      <w:r>
        <w:t xml:space="preserve"> plaid skirts to the dress code for grades 7-12</w:t>
      </w:r>
      <w:r w:rsidR="00A64687">
        <w:t xml:space="preserve"> (length and shorts underneath)</w:t>
      </w:r>
    </w:p>
    <w:p w:rsidR="00A64687" w:rsidRDefault="00A64687" w:rsidP="00045590">
      <w:pPr>
        <w:ind w:firstLine="720"/>
      </w:pPr>
      <w:proofErr w:type="gramStart"/>
      <w:r>
        <w:t>policy</w:t>
      </w:r>
      <w:proofErr w:type="gramEnd"/>
      <w:r>
        <w:t xml:space="preserve"> on hickeys?</w:t>
      </w:r>
    </w:p>
    <w:p w:rsidR="00FC4C6E" w:rsidRDefault="00FC4C6E" w:rsidP="00045590">
      <w:pPr>
        <w:ind w:firstLine="720"/>
      </w:pPr>
    </w:p>
    <w:p w:rsidR="00FC4C6E" w:rsidRDefault="00FC4C6E" w:rsidP="00FC4C6E">
      <w:r>
        <w:t>Other business:</w:t>
      </w:r>
    </w:p>
    <w:p w:rsidR="00FC4C6E" w:rsidRDefault="00FC4C6E" w:rsidP="00FC4C6E">
      <w:r>
        <w:t>The zone recess plan seems to be working well at GA</w:t>
      </w:r>
    </w:p>
    <w:p w:rsidR="00FC4C6E" w:rsidRDefault="00FC4C6E" w:rsidP="00FC4C6E">
      <w:r>
        <w:t xml:space="preserve">Denise asked if anyone knew why the pre-school was not included in any of the Catholic School’s week activities.   Matt did not know any reason why they could not be included.  He suggested that Denise ask </w:t>
      </w:r>
      <w:proofErr w:type="spellStart"/>
      <w:r>
        <w:t>Tarah</w:t>
      </w:r>
      <w:proofErr w:type="spellEnd"/>
      <w:r>
        <w:t xml:space="preserve"> Jansen about the activities since the student council plans many of the activities.</w:t>
      </w:r>
    </w:p>
    <w:p w:rsidR="00FC4C6E" w:rsidRDefault="00FC4C6E" w:rsidP="00FC4C6E"/>
    <w:p w:rsidR="00FC4C6E" w:rsidRDefault="00FC4C6E" w:rsidP="00FC4C6E">
      <w:r>
        <w:t>Patty</w:t>
      </w:r>
    </w:p>
    <w:p w:rsidR="00FC4C6E" w:rsidRDefault="00FC4C6E" w:rsidP="00FC4C6E"/>
    <w:p w:rsidR="00FC4C6E" w:rsidRDefault="00FC4C6E" w:rsidP="00FC4C6E"/>
    <w:p w:rsidR="00FC4C6E" w:rsidRDefault="00FC4C6E" w:rsidP="00045590">
      <w:pPr>
        <w:ind w:firstLine="720"/>
      </w:pPr>
    </w:p>
    <w:p w:rsidR="00FC4C6E" w:rsidRDefault="00FC4C6E" w:rsidP="00045590">
      <w:pPr>
        <w:ind w:firstLine="720"/>
      </w:pPr>
    </w:p>
    <w:p w:rsidR="00A64687" w:rsidRDefault="00A64687" w:rsidP="00045590">
      <w:pPr>
        <w:ind w:firstLine="720"/>
      </w:pPr>
    </w:p>
    <w:p w:rsidR="00045590" w:rsidRDefault="00045590" w:rsidP="00045590">
      <w:pPr>
        <w:ind w:firstLine="720"/>
      </w:pPr>
    </w:p>
    <w:sectPr w:rsidR="00045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90"/>
    <w:rsid w:val="00045590"/>
    <w:rsid w:val="003F264D"/>
    <w:rsid w:val="00826BFE"/>
    <w:rsid w:val="00A64687"/>
    <w:rsid w:val="00FC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5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8068A19B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CCGAFaculty30</dc:creator>
  <cp:lastModifiedBy>CCGAFaculty21</cp:lastModifiedBy>
  <cp:revision>2</cp:revision>
  <dcterms:created xsi:type="dcterms:W3CDTF">2012-03-16T23:55:00Z</dcterms:created>
  <dcterms:modified xsi:type="dcterms:W3CDTF">2012-03-16T23:55:00Z</dcterms:modified>
</cp:coreProperties>
</file>